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ACC94" w14:textId="77777777"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B31D91" w:rsidRPr="00B31D91">
        <w:rPr>
          <w:rFonts w:ascii="Arial" w:hAnsi="Arial" w:cs="Arial"/>
          <w:bCs/>
          <w:i w:val="0"/>
          <w:szCs w:val="24"/>
        </w:rPr>
        <w:t>9</w:t>
      </w:r>
      <w:r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11F73FA2" w14:textId="77777777"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20569B5B" w14:textId="158BFA57" w:rsidR="005D05C3" w:rsidRDefault="00EC1F8D" w:rsidP="005D05C3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>Wojewódzki Zakład Opieki Psychiatrycznej w Sokołówce</w:t>
      </w:r>
    </w:p>
    <w:p w14:paraId="0091B5FD" w14:textId="24EA4D54" w:rsidR="003E797B" w:rsidRDefault="003E797B" w:rsidP="005D05C3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>Sokołówka 1</w:t>
      </w:r>
    </w:p>
    <w:p w14:paraId="230CC224" w14:textId="5C3B0292" w:rsidR="003E797B" w:rsidRDefault="003E797B" w:rsidP="005D05C3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>62-8402 Koźminek</w:t>
      </w:r>
    </w:p>
    <w:p w14:paraId="56216F0E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14:paraId="54496F6B" w14:textId="77777777" w:rsidTr="001B7D97">
        <w:tc>
          <w:tcPr>
            <w:tcW w:w="2800" w:type="dxa"/>
          </w:tcPr>
          <w:p w14:paraId="5BAE4F84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492D5637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B515EF5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BB4DB2F" w14:textId="77777777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5D05C3" w:rsidRPr="00A2540E" w14:paraId="11906E41" w14:textId="77777777" w:rsidTr="001B7D97">
        <w:tc>
          <w:tcPr>
            <w:tcW w:w="2800" w:type="dxa"/>
          </w:tcPr>
          <w:p w14:paraId="20443171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73298028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A268302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27C9C99" w14:textId="77777777"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6CE270D4" w14:textId="77777777"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1D91" w:rsidRPr="0012157F" w14:paraId="10B21773" w14:textId="77777777" w:rsidTr="00BD4AC7">
        <w:tc>
          <w:tcPr>
            <w:tcW w:w="9104" w:type="dxa"/>
            <w:shd w:val="clear" w:color="auto" w:fill="D9D9D9"/>
          </w:tcPr>
          <w:p w14:paraId="460F5E37" w14:textId="77777777" w:rsidR="00B31D91" w:rsidRPr="0012157F" w:rsidRDefault="00B31D91" w:rsidP="00BD4AC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69E3EB8" w14:textId="6539B4B6" w:rsidR="00B31D91" w:rsidRPr="00094F76" w:rsidRDefault="00B31D91" w:rsidP="00BD4AC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B31D91">
              <w:rPr>
                <w:rFonts w:ascii="Arial" w:hAnsi="Arial" w:cs="Arial"/>
                <w:sz w:val="24"/>
                <w:szCs w:val="24"/>
              </w:rPr>
              <w:t>(t.j. Dz. U. z 2024 poz. 1320</w:t>
            </w:r>
            <w:r w:rsidR="003E797B">
              <w:rPr>
                <w:rFonts w:ascii="Arial" w:hAnsi="Arial" w:cs="Arial"/>
                <w:sz w:val="24"/>
                <w:szCs w:val="24"/>
              </w:rPr>
              <w:t xml:space="preserve"> ze zm.</w:t>
            </w:r>
            <w:r w:rsidRPr="00B31D91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jako:”ustawa Pzp”), dotyczące aktualności informacji zawartych w: </w:t>
            </w:r>
          </w:p>
          <w:p w14:paraId="0FD8F16A" w14:textId="77777777" w:rsidR="00B31D91" w:rsidRPr="004B5FB1" w:rsidRDefault="00B31D91" w:rsidP="00BD4AC7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B3A4323" w14:textId="77777777"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2E5D93" w14:textId="77777777"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A2540E" w14:paraId="59BB28C9" w14:textId="77777777" w:rsidTr="001B7D97">
        <w:tc>
          <w:tcPr>
            <w:tcW w:w="2269" w:type="dxa"/>
          </w:tcPr>
          <w:p w14:paraId="7EC88B4B" w14:textId="77777777" w:rsidR="00ED79A4" w:rsidRPr="00A2540E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6E94B39B" w14:textId="77777777" w:rsidR="00ED79A4" w:rsidRPr="00A2540E" w:rsidRDefault="00B31D91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31D9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Termomodernizacja budynku Wojewódzkiego Zakładu Opieki Psychiatrycznej w Sokołówce</w:t>
            </w:r>
            <w:r w:rsidR="00ED79A4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B31D91" w:rsidRPr="00A2540E" w14:paraId="32E3E223" w14:textId="77777777" w:rsidTr="00BD4AC7">
        <w:tc>
          <w:tcPr>
            <w:tcW w:w="2269" w:type="dxa"/>
          </w:tcPr>
          <w:p w14:paraId="7C187B03" w14:textId="77777777" w:rsidR="00B31D91" w:rsidRPr="00A2540E" w:rsidRDefault="00B31D91" w:rsidP="00BD4AC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23413AE" w14:textId="4E908720" w:rsidR="00B31D91" w:rsidRPr="00A2540E" w:rsidRDefault="003E797B" w:rsidP="00BD4AC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ZP2/2025</w:t>
            </w:r>
          </w:p>
        </w:tc>
      </w:tr>
    </w:tbl>
    <w:p w14:paraId="6B673014" w14:textId="77777777"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0AC6786" w14:textId="029BBDAF"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3E797B">
        <w:rPr>
          <w:rFonts w:ascii="Arial" w:hAnsi="Arial" w:cs="Arial"/>
          <w:b/>
          <w:sz w:val="24"/>
          <w:szCs w:val="24"/>
        </w:rPr>
        <w:t>Wojewódzki Zakład Opieki Psychiatrycznej Sp. z o.o.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715B48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886689" w:rsidRPr="00886689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4B5FB1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Pzp,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  <w:r w:rsidR="00886689" w:rsidRPr="00886689">
        <w:rPr>
          <w:rFonts w:ascii="Arial" w:hAnsi="Arial" w:cs="Arial"/>
          <w:sz w:val="24"/>
          <w:szCs w:val="24"/>
        </w:rPr>
        <w:t xml:space="preserve">  </w:t>
      </w:r>
    </w:p>
    <w:p w14:paraId="210C6E0D" w14:textId="77777777" w:rsidR="00602087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74E6B1A0" w14:textId="77777777"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51393D36" w14:textId="77777777" w:rsidR="00697361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1BEE24A6" w14:textId="77777777"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1A00BA97" w14:textId="77777777" w:rsidR="00B31D91" w:rsidRPr="007104AC" w:rsidRDefault="00B31D91" w:rsidP="00B31D91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2902F4DE" w14:textId="77777777" w:rsidR="00B31D91" w:rsidRPr="00C1570D" w:rsidRDefault="00B31D91" w:rsidP="00B31D9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5 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7178C375" w14:textId="77777777" w:rsidR="00B31D91" w:rsidRPr="008D05ED" w:rsidRDefault="00B31D91" w:rsidP="00B31D91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40EF6567" w14:textId="77777777" w:rsidR="00B31D91" w:rsidRPr="00C1570D" w:rsidRDefault="00B31D91" w:rsidP="00B31D9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6 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3B11EAAC" w14:textId="77777777" w:rsidR="00B31D91" w:rsidRPr="008D05ED" w:rsidRDefault="00B31D91" w:rsidP="00B31D91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3964A28D" w14:textId="77777777" w:rsidR="00B31D91" w:rsidRPr="00C1570D" w:rsidRDefault="00B31D91" w:rsidP="00B31D9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7 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64BCBB6F" w14:textId="77777777" w:rsidR="00B31D91" w:rsidRPr="008D05ED" w:rsidRDefault="00B31D91" w:rsidP="00B31D91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376F84B7" w14:textId="77777777" w:rsidR="00B31D91" w:rsidRPr="00C1570D" w:rsidRDefault="00B31D91" w:rsidP="00B31D9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8 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4C432FD4" w14:textId="77777777" w:rsidR="00B31D91" w:rsidRPr="008D05ED" w:rsidRDefault="00B31D91" w:rsidP="00B31D91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488EBF91" w14:textId="77777777" w:rsidR="00B31D91" w:rsidRPr="00C1570D" w:rsidRDefault="00B31D91" w:rsidP="00B31D9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9 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2757F891" w14:textId="77777777" w:rsidR="00B31D91" w:rsidRPr="008D05ED" w:rsidRDefault="00B31D91" w:rsidP="00B31D91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74E792D0" w14:textId="77777777" w:rsidR="00B31D91" w:rsidRDefault="00B31D91" w:rsidP="00B31D9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10</w:t>
      </w:r>
      <w:r w:rsidRPr="00C1570D">
        <w:rPr>
          <w:rFonts w:ascii="Arial" w:hAnsi="Arial" w:cs="Arial"/>
          <w:b/>
          <w:sz w:val="24"/>
          <w:szCs w:val="24"/>
        </w:rPr>
        <w:t xml:space="preserve"> </w:t>
      </w:r>
      <w:r w:rsidRPr="00C1570D">
        <w:rPr>
          <w:rFonts w:ascii="Arial" w:hAnsi="Arial" w:cs="Arial"/>
          <w:bCs/>
          <w:sz w:val="24"/>
          <w:szCs w:val="24"/>
        </w:rPr>
        <w:t>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72F821FB" w14:textId="77777777" w:rsidR="004B5FB1" w:rsidRDefault="004B5FB1" w:rsidP="004B5FB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343C9418" w14:textId="77777777"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r w:rsidR="00961913" w:rsidRPr="00961913">
        <w:rPr>
          <w:rFonts w:ascii="Arial" w:hAnsi="Arial" w:cs="Arial"/>
          <w:bCs/>
          <w:sz w:val="24"/>
          <w:szCs w:val="24"/>
        </w:rPr>
        <w:t>t.j. Dz.U. z 2024r. poz. 507 z późn. zm.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130A2494" w14:textId="77777777"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0729FCAA" w14:textId="77777777"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14:paraId="70CEB064" w14:textId="77777777"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451D3BB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3479E3" w14:textId="77777777"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p w14:paraId="0A5EE1E6" w14:textId="77777777"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C37CD" w14:textId="77777777" w:rsidR="001A0214" w:rsidRDefault="001A0214" w:rsidP="0038231F">
      <w:pPr>
        <w:spacing w:after="0" w:line="240" w:lineRule="auto"/>
      </w:pPr>
      <w:r>
        <w:separator/>
      </w:r>
    </w:p>
  </w:endnote>
  <w:endnote w:type="continuationSeparator" w:id="0">
    <w:p w14:paraId="2F5360E2" w14:textId="77777777" w:rsidR="001A0214" w:rsidRDefault="001A02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5C651" w14:textId="77777777" w:rsidR="00B31D91" w:rsidRDefault="00B31D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C6CB3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B12E7E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CE24" w14:textId="77777777" w:rsidR="00B31D91" w:rsidRDefault="00B31D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F7421" w14:textId="77777777" w:rsidR="001A0214" w:rsidRDefault="001A0214" w:rsidP="0038231F">
      <w:pPr>
        <w:spacing w:after="0" w:line="240" w:lineRule="auto"/>
      </w:pPr>
      <w:r>
        <w:separator/>
      </w:r>
    </w:p>
  </w:footnote>
  <w:footnote w:type="continuationSeparator" w:id="0">
    <w:p w14:paraId="60C73616" w14:textId="77777777" w:rsidR="001A0214" w:rsidRDefault="001A02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D3C1C" w14:textId="77777777" w:rsidR="00B31D91" w:rsidRDefault="00B31D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8EA57" w14:textId="53596906" w:rsidR="00B31D91" w:rsidRPr="00EC1F8D" w:rsidRDefault="003E797B" w:rsidP="00EC1F8D">
    <w:pPr>
      <w:pStyle w:val="Nagwek"/>
    </w:pPr>
    <w:r w:rsidRPr="0058231A">
      <w:rPr>
        <w:noProof/>
      </w:rPr>
      <w:drawing>
        <wp:inline distT="0" distB="0" distL="0" distR="0" wp14:anchorId="19D60353" wp14:editId="705A4D6E">
          <wp:extent cx="5954395" cy="6292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439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7E89A" w14:textId="77777777" w:rsidR="00B31D91" w:rsidRDefault="00B31D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16081">
    <w:abstractNumId w:val="12"/>
  </w:num>
  <w:num w:numId="2" w16cid:durableId="852039831">
    <w:abstractNumId w:val="0"/>
  </w:num>
  <w:num w:numId="3" w16cid:durableId="444542196">
    <w:abstractNumId w:val="11"/>
  </w:num>
  <w:num w:numId="4" w16cid:durableId="1187713503">
    <w:abstractNumId w:val="16"/>
  </w:num>
  <w:num w:numId="5" w16cid:durableId="1535581456">
    <w:abstractNumId w:val="13"/>
  </w:num>
  <w:num w:numId="6" w16cid:durableId="412748055">
    <w:abstractNumId w:val="10"/>
  </w:num>
  <w:num w:numId="7" w16cid:durableId="1719470528">
    <w:abstractNumId w:val="1"/>
  </w:num>
  <w:num w:numId="8" w16cid:durableId="1257250323">
    <w:abstractNumId w:val="6"/>
  </w:num>
  <w:num w:numId="9" w16cid:durableId="2035643613">
    <w:abstractNumId w:val="4"/>
  </w:num>
  <w:num w:numId="10" w16cid:durableId="557979431">
    <w:abstractNumId w:val="7"/>
  </w:num>
  <w:num w:numId="11" w16cid:durableId="1496452400">
    <w:abstractNumId w:val="5"/>
  </w:num>
  <w:num w:numId="12" w16cid:durableId="605307947">
    <w:abstractNumId w:val="9"/>
  </w:num>
  <w:num w:numId="13" w16cid:durableId="1558206156">
    <w:abstractNumId w:val="3"/>
  </w:num>
  <w:num w:numId="14" w16cid:durableId="451902079">
    <w:abstractNumId w:val="2"/>
  </w:num>
  <w:num w:numId="15" w16cid:durableId="640621580">
    <w:abstractNumId w:val="15"/>
  </w:num>
  <w:num w:numId="16" w16cid:durableId="507795015">
    <w:abstractNumId w:val="8"/>
  </w:num>
  <w:num w:numId="17" w16cid:durableId="9468151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854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0E636D"/>
    <w:rsid w:val="00110593"/>
    <w:rsid w:val="00111180"/>
    <w:rsid w:val="0011306C"/>
    <w:rsid w:val="0012157F"/>
    <w:rsid w:val="00160A7A"/>
    <w:rsid w:val="0017574D"/>
    <w:rsid w:val="00182C50"/>
    <w:rsid w:val="001902D2"/>
    <w:rsid w:val="001A0214"/>
    <w:rsid w:val="001B16D9"/>
    <w:rsid w:val="001B7D97"/>
    <w:rsid w:val="001C6945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E797B"/>
    <w:rsid w:val="003F024C"/>
    <w:rsid w:val="00403625"/>
    <w:rsid w:val="004115BC"/>
    <w:rsid w:val="00434CC2"/>
    <w:rsid w:val="00440854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676AE"/>
    <w:rsid w:val="00697361"/>
    <w:rsid w:val="006A3A1F"/>
    <w:rsid w:val="006A52B6"/>
    <w:rsid w:val="006B53D6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61913"/>
    <w:rsid w:val="00975019"/>
    <w:rsid w:val="00975C49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1D91"/>
    <w:rsid w:val="00B34079"/>
    <w:rsid w:val="00B36ABD"/>
    <w:rsid w:val="00B8005E"/>
    <w:rsid w:val="00B90E42"/>
    <w:rsid w:val="00BB0C3C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D146A"/>
    <w:rsid w:val="00DD3E9D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C1F8D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33C6"/>
  <w15:docId w15:val="{7E747B34-A9D5-4FD3-93FB-8F0F9E1D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r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Boroń</dc:creator>
  <cp:keywords/>
  <cp:lastModifiedBy>Magdalena Boroń</cp:lastModifiedBy>
  <cp:revision>2</cp:revision>
  <cp:lastPrinted>2016-07-26T10:32:00Z</cp:lastPrinted>
  <dcterms:created xsi:type="dcterms:W3CDTF">2025-12-10T12:57:00Z</dcterms:created>
  <dcterms:modified xsi:type="dcterms:W3CDTF">2025-12-10T12:57:00Z</dcterms:modified>
</cp:coreProperties>
</file>